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E58" w:rsidRDefault="00C44E58" w:rsidP="00B7091D">
      <w:pPr>
        <w:spacing w:after="0" w:line="360" w:lineRule="auto"/>
      </w:pPr>
    </w:p>
    <w:p w:rsidR="006E6506" w:rsidRDefault="006E6506" w:rsidP="006E6506">
      <w:pPr>
        <w:pStyle w:val="Corpotesto"/>
        <w:keepNext/>
        <w:widowControl w:val="0"/>
        <w:rPr>
          <w:rFonts w:ascii="Calibri" w:hAnsi="Calibri"/>
          <w:b/>
          <w:i/>
          <w:szCs w:val="24"/>
        </w:rPr>
      </w:pPr>
    </w:p>
    <w:p w:rsidR="006E6506" w:rsidRDefault="006E6506" w:rsidP="006E6506">
      <w:pPr>
        <w:pStyle w:val="Corpotesto"/>
        <w:keepNext/>
        <w:widowControl w:val="0"/>
        <w:jc w:val="center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>SCHEDA DETTAGLIO ECONOMICO</w:t>
      </w:r>
      <w:bookmarkStart w:id="0" w:name="_GoBack"/>
      <w:bookmarkEnd w:id="0"/>
    </w:p>
    <w:p w:rsidR="006E6506" w:rsidRDefault="006E6506" w:rsidP="006E6506">
      <w:pPr>
        <w:pStyle w:val="Corpotesto"/>
        <w:keepNext/>
        <w:widowControl w:val="0"/>
        <w:jc w:val="center"/>
        <w:rPr>
          <w:rFonts w:ascii="Calibri" w:hAnsi="Calibri"/>
          <w:b/>
          <w:i/>
          <w:szCs w:val="24"/>
        </w:rPr>
      </w:pPr>
    </w:p>
    <w:p w:rsidR="006E6506" w:rsidRDefault="006E6506" w:rsidP="006E6506">
      <w:pPr>
        <w:keepNext/>
        <w:widowControl w:val="0"/>
        <w:ind w:right="282"/>
        <w:jc w:val="both"/>
        <w:rPr>
          <w:sz w:val="24"/>
          <w:szCs w:val="24"/>
        </w:rPr>
      </w:pPr>
      <w:r>
        <w:rPr>
          <w:sz w:val="24"/>
          <w:szCs w:val="24"/>
        </w:rPr>
        <w:t>Il sottoscritto …………………………………………… legale rappresentante/delegato munito dei poteri necessari come da procura allegata - della ditta ……………………………………… con sede legale in ………………………</w:t>
      </w:r>
      <w:proofErr w:type="spellStart"/>
      <w:proofErr w:type="gram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..</w:t>
      </w:r>
      <w:proofErr w:type="gramEnd"/>
      <w:r>
        <w:rPr>
          <w:sz w:val="24"/>
          <w:szCs w:val="24"/>
        </w:rPr>
        <w:t xml:space="preserve">…, codice fiscale n. ……………………, partita IVA n..……………………, in relazione alla gara indetta dalla FONDAZIONE IRCCS Policlinico “San Matteo”, per </w:t>
      </w:r>
      <w:r w:rsidR="00492D5F">
        <w:rPr>
          <w:sz w:val="24"/>
          <w:szCs w:val="24"/>
        </w:rPr>
        <w:t>l’a</w:t>
      </w:r>
      <w:r w:rsidR="00492D5F" w:rsidRPr="00492D5F">
        <w:rPr>
          <w:rFonts w:eastAsia="Times New Roman"/>
          <w:lang w:eastAsia="it-IT"/>
        </w:rPr>
        <w:t>ffidamento del servizio di manutenzione delle attrezzature economali e degli arredi di proprietà della Fondazione per un periodo di 24 mesi</w:t>
      </w:r>
      <w:r w:rsidRPr="00492D5F">
        <w:rPr>
          <w:sz w:val="24"/>
          <w:szCs w:val="24"/>
        </w:rPr>
        <w:t>.</w:t>
      </w:r>
    </w:p>
    <w:p w:rsidR="006E6506" w:rsidRDefault="006E6506" w:rsidP="006E6506">
      <w:pPr>
        <w:pStyle w:val="Titolo2"/>
        <w:widowControl w:val="0"/>
        <w:spacing w:line="240" w:lineRule="auto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OFFRE</w:t>
      </w:r>
    </w:p>
    <w:tbl>
      <w:tblPr>
        <w:tblW w:w="88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61"/>
        <w:gridCol w:w="2360"/>
      </w:tblGrid>
      <w:tr w:rsidR="00492D5F" w:rsidRPr="0064665D" w:rsidTr="00492D5F">
        <w:trPr>
          <w:trHeight w:val="390"/>
        </w:trPr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B01F41">
            <w:pPr>
              <w:spacing w:after="0" w:line="240" w:lineRule="auto"/>
              <w:ind w:left="-124" w:right="-68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64665D">
              <w:rPr>
                <w:rFonts w:eastAsia="Times New Roman"/>
                <w:b/>
                <w:bCs/>
                <w:color w:val="000000"/>
                <w:lang w:eastAsia="it-IT"/>
              </w:rPr>
              <w:t>DESCRIZIONE</w:t>
            </w:r>
            <w:r w:rsidR="00B01F41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 SERVIZIO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492D5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>
              <w:rPr>
                <w:rFonts w:eastAsia="Times New Roman"/>
                <w:b/>
                <w:bCs/>
                <w:color w:val="000000"/>
                <w:lang w:eastAsia="it-IT"/>
              </w:rPr>
              <w:t>PREZZO</w:t>
            </w:r>
            <w:r w:rsidRPr="0064665D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lang w:eastAsia="it-IT"/>
              </w:rPr>
              <w:t>ANNUO</w:t>
            </w:r>
          </w:p>
        </w:tc>
      </w:tr>
      <w:tr w:rsidR="00492D5F" w:rsidRPr="0064665D" w:rsidTr="00492D5F">
        <w:trPr>
          <w:trHeight w:val="220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4665D" w:rsidRDefault="00492D5F" w:rsidP="006E6506">
            <w:pPr>
              <w:spacing w:after="0" w:line="257" w:lineRule="auto"/>
              <w:ind w:left="66"/>
              <w:jc w:val="both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492D5F">
        <w:trPr>
          <w:trHeight w:val="268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4665D" w:rsidRDefault="00492D5F" w:rsidP="006E6506">
            <w:pPr>
              <w:spacing w:after="0" w:line="257" w:lineRule="auto"/>
              <w:ind w:left="66"/>
              <w:jc w:val="both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492D5F">
        <w:trPr>
          <w:trHeight w:val="228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4665D" w:rsidRDefault="00492D5F" w:rsidP="006E6506">
            <w:pPr>
              <w:spacing w:after="0" w:line="257" w:lineRule="auto"/>
              <w:ind w:left="66"/>
              <w:jc w:val="both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492D5F">
        <w:trPr>
          <w:trHeight w:val="218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4665D" w:rsidRDefault="00492D5F" w:rsidP="006E6506">
            <w:pPr>
              <w:spacing w:after="0" w:line="257" w:lineRule="auto"/>
              <w:ind w:left="66"/>
              <w:jc w:val="both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492D5F">
        <w:trPr>
          <w:trHeight w:val="236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4665D" w:rsidRDefault="00492D5F" w:rsidP="006E6506">
            <w:pPr>
              <w:spacing w:after="0" w:line="257" w:lineRule="auto"/>
              <w:ind w:left="66"/>
              <w:jc w:val="both"/>
              <w:rPr>
                <w:rFonts w:eastAsia="Times New Roman"/>
                <w:color w:val="000000"/>
                <w:lang w:eastAsia="it-IT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492D5F">
        <w:trPr>
          <w:trHeight w:val="240"/>
        </w:trPr>
        <w:tc>
          <w:tcPr>
            <w:tcW w:w="6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D5F" w:rsidRPr="006E6506" w:rsidRDefault="00492D5F" w:rsidP="006E6506">
            <w:pPr>
              <w:spacing w:after="0" w:line="257" w:lineRule="auto"/>
              <w:ind w:left="66"/>
              <w:jc w:val="both"/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5F" w:rsidRPr="0064665D" w:rsidRDefault="00492D5F" w:rsidP="00C20D83">
            <w:pPr>
              <w:spacing w:after="0" w:line="240" w:lineRule="auto"/>
              <w:rPr>
                <w:rFonts w:eastAsia="Times New Roman"/>
                <w:color w:val="000000"/>
                <w:lang w:eastAsia="it-IT"/>
              </w:rPr>
            </w:pPr>
            <w:r w:rsidRPr="0064665D">
              <w:rPr>
                <w:rFonts w:eastAsia="Times New Roman"/>
                <w:color w:val="000000"/>
                <w:lang w:eastAsia="it-IT"/>
              </w:rPr>
              <w:t> </w:t>
            </w:r>
          </w:p>
        </w:tc>
      </w:tr>
      <w:tr w:rsidR="00492D5F" w:rsidRPr="0064665D" w:rsidTr="00B01F41">
        <w:trPr>
          <w:trHeight w:val="600"/>
        </w:trPr>
        <w:tc>
          <w:tcPr>
            <w:tcW w:w="88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D5F" w:rsidRDefault="00492D5F" w:rsidP="00C20D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  <w:p w:rsidR="00492D5F" w:rsidRDefault="00492D5F" w:rsidP="00C20D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  <w:p w:rsidR="00492D5F" w:rsidRDefault="00492D5F" w:rsidP="00C20D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</w:p>
          <w:p w:rsidR="00492D5F" w:rsidRPr="0064665D" w:rsidRDefault="00492D5F" w:rsidP="00C20D8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it-IT"/>
              </w:rPr>
            </w:pPr>
            <w:r w:rsidRPr="0064665D">
              <w:rPr>
                <w:rFonts w:eastAsia="Times New Roman"/>
                <w:b/>
                <w:bCs/>
                <w:color w:val="000000"/>
                <w:lang w:eastAsia="it-IT"/>
              </w:rPr>
              <w:t>TOTALE OFFERTA IVA ESCLUSA</w:t>
            </w:r>
            <w:r w:rsidR="00B01F41">
              <w:rPr>
                <w:rFonts w:eastAsia="Times New Roman"/>
                <w:b/>
                <w:bCs/>
                <w:color w:val="000000"/>
                <w:lang w:eastAsia="it-IT"/>
              </w:rPr>
              <w:t xml:space="preserve">  _________________________________</w:t>
            </w:r>
          </w:p>
        </w:tc>
      </w:tr>
    </w:tbl>
    <w:p w:rsidR="006E6506" w:rsidRDefault="006E6506" w:rsidP="006E6506">
      <w:pPr>
        <w:pStyle w:val="Corpodeltesto3"/>
        <w:keepNext/>
        <w:widowControl w:val="0"/>
        <w:ind w:right="-143"/>
        <w:rPr>
          <w:rFonts w:ascii="Calibri" w:hAnsi="Calibri" w:cs="Arial"/>
          <w:sz w:val="24"/>
          <w:szCs w:val="24"/>
        </w:rPr>
      </w:pPr>
    </w:p>
    <w:p w:rsidR="006E6506" w:rsidRDefault="006E6506" w:rsidP="006E6506">
      <w:pPr>
        <w:pStyle w:val="Corpodeltesto3"/>
        <w:keepNext/>
        <w:widowControl w:val="0"/>
        <w:ind w:right="14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 prezzi si intendono I.V.A. esclusa, e dovranno comunque essere esplicitati.</w:t>
      </w:r>
    </w:p>
    <w:p w:rsidR="006E6506" w:rsidRDefault="006E6506" w:rsidP="006E6506">
      <w:pPr>
        <w:keepNext/>
        <w:widowControl w:val="0"/>
        <w:tabs>
          <w:tab w:val="center" w:pos="4819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Lì_________________</w:t>
      </w:r>
      <w:r>
        <w:rPr>
          <w:sz w:val="24"/>
          <w:szCs w:val="24"/>
        </w:rPr>
        <w:tab/>
      </w:r>
    </w:p>
    <w:p w:rsidR="006E6506" w:rsidRDefault="006E6506" w:rsidP="006E6506">
      <w:pPr>
        <w:keepNext/>
        <w:widowControl w:val="0"/>
        <w:spacing w:line="240" w:lineRule="auto"/>
        <w:ind w:firstLine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IL LEGALE RAPPRESENTANTE</w:t>
      </w:r>
    </w:p>
    <w:p w:rsidR="006E6506" w:rsidRDefault="006E6506" w:rsidP="006E6506">
      <w:pPr>
        <w:keepNext/>
        <w:widowControl w:val="0"/>
        <w:spacing w:line="240" w:lineRule="auto"/>
        <w:ind w:firstLine="5"/>
        <w:jc w:val="center"/>
        <w:rPr>
          <w:sz w:val="24"/>
          <w:szCs w:val="24"/>
        </w:rPr>
      </w:pPr>
      <w:r>
        <w:rPr>
          <w:b/>
          <w:sz w:val="24"/>
          <w:szCs w:val="24"/>
        </w:rPr>
        <w:t>(FIRMA PER ESTESO)</w:t>
      </w:r>
    </w:p>
    <w:p w:rsidR="00C402AE" w:rsidRDefault="00C402AE" w:rsidP="00C402AE">
      <w:pPr>
        <w:spacing w:line="340" w:lineRule="exact"/>
        <w:jc w:val="both"/>
        <w:rPr>
          <w:sz w:val="24"/>
          <w:szCs w:val="24"/>
        </w:rPr>
      </w:pPr>
    </w:p>
    <w:sectPr w:rsidR="00C402AE" w:rsidSect="00A821C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3DB" w:rsidRDefault="002323DB" w:rsidP="00C44E58">
      <w:pPr>
        <w:spacing w:after="0" w:line="240" w:lineRule="auto"/>
      </w:pPr>
      <w:r>
        <w:separator/>
      </w:r>
    </w:p>
  </w:endnote>
  <w:endnote w:type="continuationSeparator" w:id="0">
    <w:p w:rsidR="002323DB" w:rsidRDefault="002323DB" w:rsidP="00C4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F Old Republic"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246871"/>
      <w:docPartObj>
        <w:docPartGallery w:val="Page Numbers (Bottom of Page)"/>
        <w:docPartUnique/>
      </w:docPartObj>
    </w:sdtPr>
    <w:sdtEndPr/>
    <w:sdtContent>
      <w:p w:rsidR="006E466B" w:rsidRPr="00C85BF1" w:rsidRDefault="00C85BF1" w:rsidP="00D33C5D">
        <w:pPr>
          <w:pStyle w:val="Pidipagina"/>
          <w:ind w:left="4385" w:firstLine="4819"/>
          <w:rPr>
            <w:sz w:val="16"/>
            <w:szCs w:val="16"/>
          </w:rPr>
        </w:pPr>
        <w:r w:rsidRPr="007B0EDD">
          <w:rPr>
            <w:sz w:val="16"/>
            <w:szCs w:val="16"/>
          </w:rPr>
          <w:fldChar w:fldCharType="begin"/>
        </w:r>
        <w:r w:rsidRPr="007B0EDD">
          <w:rPr>
            <w:sz w:val="16"/>
            <w:szCs w:val="16"/>
          </w:rPr>
          <w:instrText>PAGE   \* MERGEFORMAT</w:instrText>
        </w:r>
        <w:r w:rsidRPr="007B0EDD">
          <w:rPr>
            <w:sz w:val="16"/>
            <w:szCs w:val="16"/>
          </w:rPr>
          <w:fldChar w:fldCharType="separate"/>
        </w:r>
        <w:r w:rsidR="00516DA9">
          <w:rPr>
            <w:noProof/>
            <w:sz w:val="16"/>
            <w:szCs w:val="16"/>
          </w:rPr>
          <w:t>2</w:t>
        </w:r>
        <w:r w:rsidRPr="007B0EDD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4C1" w:rsidRDefault="005234C1" w:rsidP="005234C1">
    <w:pPr>
      <w:pStyle w:val="Pidipagina"/>
      <w:rPr>
        <w:sz w:val="16"/>
        <w:szCs w:val="16"/>
      </w:rPr>
    </w:pPr>
    <w:r>
      <w:rPr>
        <w:sz w:val="16"/>
        <w:szCs w:val="16"/>
      </w:rPr>
      <w:t xml:space="preserve">RESPONSABILE DEL PROCEDIMENTO: </w:t>
    </w:r>
  </w:p>
  <w:p w:rsidR="005234C1" w:rsidRDefault="005234C1" w:rsidP="005234C1">
    <w:pPr>
      <w:pStyle w:val="Pidipagina"/>
    </w:pPr>
    <w:r>
      <w:rPr>
        <w:sz w:val="16"/>
        <w:szCs w:val="16"/>
      </w:rPr>
      <w:t>RESPONSABILE DELL’ISTRUTTORIA:</w:t>
    </w:r>
  </w:p>
  <w:p w:rsidR="00BC6962" w:rsidRPr="00761419" w:rsidRDefault="007175F3" w:rsidP="00BC6962">
    <w:pPr>
      <w:pStyle w:val="Pidipagina"/>
    </w:pPr>
    <w:r w:rsidRPr="00761419">
      <w:rPr>
        <w:noProof/>
        <w:sz w:val="16"/>
        <w:szCs w:val="16"/>
        <w:lang w:eastAsia="it-IT"/>
      </w:rPr>
      <mc:AlternateContent>
        <mc:Choice Requires="wps">
          <w:drawing>
            <wp:anchor distT="45720" distB="45720" distL="114300" distR="114300" simplePos="0" relativeHeight="251677696" behindDoc="0" locked="0" layoutInCell="1" allowOverlap="1" wp14:anchorId="15567D98" wp14:editId="321CECC3">
              <wp:simplePos x="0" y="0"/>
              <wp:positionH relativeFrom="column">
                <wp:posOffset>1442085</wp:posOffset>
              </wp:positionH>
              <wp:positionV relativeFrom="paragraph">
                <wp:posOffset>155575</wp:posOffset>
              </wp:positionV>
              <wp:extent cx="3352800" cy="774700"/>
              <wp:effectExtent l="0" t="0" r="0" b="6350"/>
              <wp:wrapSquare wrapText="bothSides"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2800" cy="774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419" w:rsidRPr="006E466B" w:rsidRDefault="00761419" w:rsidP="0076141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466B">
                            <w:rPr>
                              <w:sz w:val="16"/>
                              <w:szCs w:val="16"/>
                            </w:rPr>
                            <w:t>FONDAZIONE IRCCS POLICLINICO “SAN MATTEO”</w:t>
                          </w:r>
                        </w:p>
                        <w:p w:rsidR="00761419" w:rsidRPr="006E466B" w:rsidRDefault="00761419" w:rsidP="0076141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Is</w:t>
                          </w:r>
                          <w:r w:rsidRPr="006E466B">
                            <w:rPr>
                              <w:sz w:val="16"/>
                              <w:szCs w:val="16"/>
                            </w:rPr>
                            <w:t>tituto di Ricovero e Cura a Carattere Scientifico di diritto pubblico</w:t>
                          </w:r>
                        </w:p>
                        <w:p w:rsidR="00761419" w:rsidRPr="006E466B" w:rsidRDefault="00761419" w:rsidP="0076141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6E466B">
                            <w:rPr>
                              <w:sz w:val="16"/>
                              <w:szCs w:val="16"/>
                            </w:rPr>
                            <w:t>C.F. 00303490189 - P. IVA 00580590180</w:t>
                          </w:r>
                        </w:p>
                        <w:p w:rsidR="00761419" w:rsidRPr="006E466B" w:rsidRDefault="00761419" w:rsidP="0076141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V.le Golgi 19 - </w:t>
                          </w:r>
                          <w:r w:rsidRPr="006E466B">
                            <w:rPr>
                              <w:sz w:val="16"/>
                              <w:szCs w:val="16"/>
                            </w:rPr>
                            <w:t xml:space="preserve">27100, </w:t>
                          </w:r>
                          <w:proofErr w:type="gramStart"/>
                          <w:r w:rsidRPr="006E466B">
                            <w:rPr>
                              <w:sz w:val="16"/>
                              <w:szCs w:val="16"/>
                            </w:rPr>
                            <w:t>PAVIA  -</w:t>
                          </w:r>
                          <w:proofErr w:type="gramEnd"/>
                          <w:r w:rsidRPr="006E466B">
                            <w:rPr>
                              <w:sz w:val="16"/>
                              <w:szCs w:val="16"/>
                            </w:rPr>
                            <w:t xml:space="preserve"> Tel. 0382.5011</w:t>
                          </w:r>
                        </w:p>
                        <w:p w:rsidR="00761419" w:rsidRDefault="002323DB" w:rsidP="00761419">
                          <w:pPr>
                            <w:pStyle w:val="Pidipagin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761419" w:rsidRPr="00515B4A">
                              <w:rPr>
                                <w:rStyle w:val="Collegamentoipertestuale"/>
                                <w:sz w:val="16"/>
                                <w:szCs w:val="16"/>
                              </w:rPr>
                              <w:t>www.sanmatteo.org</w:t>
                            </w:r>
                          </w:hyperlink>
                        </w:p>
                        <w:p w:rsidR="00761419" w:rsidRPr="00761419" w:rsidRDefault="00761419" w:rsidP="00761419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567D9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3.55pt;margin-top:12.25pt;width:264pt;height:61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" stroked="f">
              <v:textbox>
                <w:txbxContent>
                  <w:p w:rsidR="00761419" w:rsidRPr="006E466B" w:rsidRDefault="00761419" w:rsidP="00761419">
                    <w:pPr>
                      <w:pStyle w:val="Pidipagina"/>
                      <w:jc w:val="center"/>
                      <w:rPr>
                        <w:sz w:val="16"/>
                        <w:szCs w:val="16"/>
                      </w:rPr>
                    </w:pPr>
                    <w:r w:rsidRPr="006E466B">
                      <w:rPr>
                        <w:sz w:val="16"/>
                        <w:szCs w:val="16"/>
                      </w:rPr>
                      <w:t>FONDAZIONE IRCCS POLICLINICO “SAN MATTEO”</w:t>
                    </w:r>
                  </w:p>
                  <w:p w:rsidR="00761419" w:rsidRPr="006E466B" w:rsidRDefault="00761419" w:rsidP="00761419">
                    <w:pPr>
                      <w:pStyle w:val="Pidipagina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Is</w:t>
                    </w:r>
                    <w:r w:rsidRPr="006E466B">
                      <w:rPr>
                        <w:sz w:val="16"/>
                        <w:szCs w:val="16"/>
                      </w:rPr>
                      <w:t>tituto di Ricovero e Cura a Carattere Scientifico di diritto pubblico</w:t>
                    </w:r>
                  </w:p>
                  <w:p w:rsidR="00761419" w:rsidRPr="006E466B" w:rsidRDefault="00761419" w:rsidP="00761419">
                    <w:pPr>
                      <w:pStyle w:val="Pidipagina"/>
                      <w:jc w:val="center"/>
                      <w:rPr>
                        <w:sz w:val="16"/>
                        <w:szCs w:val="16"/>
                      </w:rPr>
                    </w:pPr>
                    <w:r w:rsidRPr="006E466B">
                      <w:rPr>
                        <w:sz w:val="16"/>
                        <w:szCs w:val="16"/>
                      </w:rPr>
                      <w:t>C.F. 00303490189 - P. IVA 00580590180</w:t>
                    </w:r>
                  </w:p>
                  <w:p w:rsidR="00761419" w:rsidRPr="006E466B" w:rsidRDefault="00761419" w:rsidP="00761419">
                    <w:pPr>
                      <w:pStyle w:val="Pidipagina"/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V.le Golgi 19 - </w:t>
                    </w:r>
                    <w:r w:rsidRPr="006E466B">
                      <w:rPr>
                        <w:sz w:val="16"/>
                        <w:szCs w:val="16"/>
                      </w:rPr>
                      <w:t xml:space="preserve">27100, </w:t>
                    </w:r>
                    <w:proofErr w:type="gramStart"/>
                    <w:r w:rsidRPr="006E466B">
                      <w:rPr>
                        <w:sz w:val="16"/>
                        <w:szCs w:val="16"/>
                      </w:rPr>
                      <w:t>PAVIA  -</w:t>
                    </w:r>
                    <w:proofErr w:type="gramEnd"/>
                    <w:r w:rsidRPr="006E466B">
                      <w:rPr>
                        <w:sz w:val="16"/>
                        <w:szCs w:val="16"/>
                      </w:rPr>
                      <w:t xml:space="preserve"> Tel. 0382.5011</w:t>
                    </w:r>
                  </w:p>
                  <w:p w:rsidR="00761419" w:rsidRDefault="00456278" w:rsidP="00761419">
                    <w:pPr>
                      <w:pStyle w:val="Pidipagina"/>
                      <w:jc w:val="center"/>
                      <w:rPr>
                        <w:sz w:val="16"/>
                        <w:szCs w:val="16"/>
                      </w:rPr>
                    </w:pPr>
                    <w:hyperlink r:id="rId2" w:history="1">
                      <w:r w:rsidR="00761419" w:rsidRPr="00515B4A">
                        <w:rPr>
                          <w:rStyle w:val="Collegamentoipertestuale"/>
                          <w:sz w:val="16"/>
                          <w:szCs w:val="16"/>
                        </w:rPr>
                        <w:t>www.sanmatteo.org</w:t>
                      </w:r>
                    </w:hyperlink>
                  </w:p>
                  <w:p w:rsidR="00761419" w:rsidRPr="00761419" w:rsidRDefault="00761419" w:rsidP="00761419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6141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AB3C5B1" wp14:editId="7DB3CA66">
              <wp:simplePos x="0" y="0"/>
              <wp:positionH relativeFrom="column">
                <wp:posOffset>1604010</wp:posOffset>
              </wp:positionH>
              <wp:positionV relativeFrom="paragraph">
                <wp:posOffset>109855</wp:posOffset>
              </wp:positionV>
              <wp:extent cx="2952750" cy="0"/>
              <wp:effectExtent l="0" t="0" r="19050" b="19050"/>
              <wp:wrapNone/>
              <wp:docPr id="12" name="Connettore 1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95275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1C8577" id="Connettore 1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3pt,8.65pt" to="358.8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" strokecolor="#a5a5a5 [2092]" strokeweight=".5pt">
              <v:stroke joinstyle="miter"/>
            </v:line>
          </w:pict>
        </mc:Fallback>
      </mc:AlternateContent>
    </w:r>
  </w:p>
  <w:p w:rsidR="00BC6962" w:rsidRPr="00761419" w:rsidRDefault="00BC6962" w:rsidP="00BC6962">
    <w:pPr>
      <w:pStyle w:val="Pidipagina"/>
    </w:pPr>
  </w:p>
  <w:p w:rsidR="00BC6962" w:rsidRPr="006E466B" w:rsidRDefault="00A821C4" w:rsidP="00761419">
    <w:pPr>
      <w:pStyle w:val="Pidipagina"/>
      <w:rPr>
        <w:sz w:val="16"/>
        <w:szCs w:val="16"/>
      </w:rPr>
    </w:pPr>
    <w:r w:rsidRPr="00761419">
      <w:rPr>
        <w:noProof/>
        <w:sz w:val="16"/>
        <w:szCs w:val="16"/>
        <w:lang w:eastAsia="it-IT"/>
      </w:rPr>
      <mc:AlternateContent>
        <mc:Choice Requires="wps">
          <w:drawing>
            <wp:anchor distT="45720" distB="45720" distL="114300" distR="114300" simplePos="0" relativeHeight="251679744" behindDoc="0" locked="0" layoutInCell="1" allowOverlap="1" wp14:anchorId="2B35D78A" wp14:editId="4B9A9170">
              <wp:simplePos x="0" y="0"/>
              <wp:positionH relativeFrom="column">
                <wp:posOffset>4726305</wp:posOffset>
              </wp:positionH>
              <wp:positionV relativeFrom="paragraph">
                <wp:posOffset>332105</wp:posOffset>
              </wp:positionV>
              <wp:extent cx="1915795" cy="246380"/>
              <wp:effectExtent l="0" t="0" r="8255" b="127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79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E2CD5" w:rsidRPr="00884D1C" w:rsidRDefault="007E2CD5" w:rsidP="00884D1C">
                          <w:pPr>
                            <w:jc w:val="right"/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</w:pPr>
                          <w:proofErr w:type="spellStart"/>
                          <w:r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Mod</w:t>
                          </w:r>
                          <w:proofErr w:type="spellEnd"/>
                          <w:r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 xml:space="preserve"> 5.2.1      </w:t>
                          </w:r>
                          <w:proofErr w:type="spellStart"/>
                          <w:r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Rev</w:t>
                          </w:r>
                          <w:proofErr w:type="spellEnd"/>
                          <w:r w:rsidR="00884D1C"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 xml:space="preserve"> </w:t>
                          </w:r>
                          <w:r w:rsidR="00082E6D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4</w:t>
                          </w:r>
                          <w:r w:rsidR="00884D1C"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 xml:space="preserve"> </w:t>
                          </w:r>
                          <w:r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del</w:t>
                          </w:r>
                          <w:r w:rsidR="00884D1C"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 xml:space="preserve"> </w:t>
                          </w:r>
                          <w:r w:rsidR="00082E6D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22</w:t>
                          </w:r>
                          <w:r w:rsidR="00884D1C"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/</w:t>
                          </w:r>
                          <w:r w:rsidR="00082E6D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05</w:t>
                          </w:r>
                          <w:r w:rsidR="00884D1C" w:rsidRPr="00884D1C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/</w:t>
                          </w:r>
                          <w:r w:rsidR="00082E6D">
                            <w:rPr>
                              <w:color w:val="BFBFBF" w:themeColor="background1" w:themeShade="BF"/>
                              <w:sz w:val="12"/>
                              <w:szCs w:val="12"/>
                            </w:rPr>
                            <w:t>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35D78A" id="_x0000_s1028" type="#_x0000_t202" style="position:absolute;margin-left:372.15pt;margin-top:26.15pt;width:150.85pt;height:19.4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" stroked="f">
              <v:textbox>
                <w:txbxContent>
                  <w:p w:rsidR="007E2CD5" w:rsidRPr="00884D1C" w:rsidRDefault="007E2CD5" w:rsidP="00884D1C">
                    <w:pPr>
                      <w:jc w:val="right"/>
                      <w:rPr>
                        <w:color w:val="BFBFBF" w:themeColor="background1" w:themeShade="BF"/>
                        <w:sz w:val="12"/>
                        <w:szCs w:val="12"/>
                      </w:rPr>
                    </w:pPr>
                    <w:proofErr w:type="spellStart"/>
                    <w:r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>Mod</w:t>
                    </w:r>
                    <w:proofErr w:type="spellEnd"/>
                    <w:r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 xml:space="preserve"> 5.2.1      </w:t>
                    </w:r>
                    <w:proofErr w:type="spellStart"/>
                    <w:r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>Rev</w:t>
                    </w:r>
                    <w:proofErr w:type="spellEnd"/>
                    <w:r w:rsidR="00884D1C"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 xml:space="preserve"> </w:t>
                    </w:r>
                    <w:r w:rsidR="00082E6D">
                      <w:rPr>
                        <w:color w:val="BFBFBF" w:themeColor="background1" w:themeShade="BF"/>
                        <w:sz w:val="12"/>
                        <w:szCs w:val="12"/>
                      </w:rPr>
                      <w:t>4</w:t>
                    </w:r>
                    <w:r w:rsidR="00884D1C"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 xml:space="preserve"> </w:t>
                    </w:r>
                    <w:r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>del</w:t>
                    </w:r>
                    <w:r w:rsidR="00884D1C"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 xml:space="preserve"> </w:t>
                    </w:r>
                    <w:r w:rsidR="00082E6D">
                      <w:rPr>
                        <w:color w:val="BFBFBF" w:themeColor="background1" w:themeShade="BF"/>
                        <w:sz w:val="12"/>
                        <w:szCs w:val="12"/>
                      </w:rPr>
                      <w:t>22</w:t>
                    </w:r>
                    <w:r w:rsidR="00884D1C"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>/</w:t>
                    </w:r>
                    <w:r w:rsidR="00082E6D">
                      <w:rPr>
                        <w:color w:val="BFBFBF" w:themeColor="background1" w:themeShade="BF"/>
                        <w:sz w:val="12"/>
                        <w:szCs w:val="12"/>
                      </w:rPr>
                      <w:t>05</w:t>
                    </w:r>
                    <w:r w:rsidR="00884D1C" w:rsidRPr="00884D1C">
                      <w:rPr>
                        <w:color w:val="BFBFBF" w:themeColor="background1" w:themeShade="BF"/>
                        <w:sz w:val="12"/>
                        <w:szCs w:val="12"/>
                      </w:rPr>
                      <w:t>/</w:t>
                    </w:r>
                    <w:r w:rsidR="00082E6D">
                      <w:rPr>
                        <w:color w:val="BFBFBF" w:themeColor="background1" w:themeShade="BF"/>
                        <w:sz w:val="12"/>
                        <w:szCs w:val="12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BC6962" w:rsidRDefault="00761419" w:rsidP="00A821C4">
    <w:pPr>
      <w:pStyle w:val="Pidipagina"/>
      <w:jc w:val="center"/>
      <w:rPr>
        <w:sz w:val="16"/>
        <w:szCs w:val="16"/>
      </w:rPr>
    </w:pPr>
    <w:r w:rsidRPr="00761419">
      <w:rPr>
        <w:noProof/>
        <w:sz w:val="16"/>
        <w:szCs w:val="16"/>
        <w:lang w:eastAsia="it-IT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B3FBA3" wp14:editId="52C9809E">
              <wp:simplePos x="0" y="0"/>
              <wp:positionH relativeFrom="column">
                <wp:posOffset>-473891</wp:posOffset>
              </wp:positionH>
              <wp:positionV relativeFrom="paragraph">
                <wp:posOffset>166370</wp:posOffset>
              </wp:positionV>
              <wp:extent cx="1915795" cy="246380"/>
              <wp:effectExtent l="0" t="0" r="8255" b="127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579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61419" w:rsidRPr="00761419" w:rsidRDefault="007175F3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Azienda Certificata</w:t>
                          </w:r>
                          <w:r w:rsidR="00E23D6B">
                            <w:rPr>
                              <w:sz w:val="16"/>
                              <w:szCs w:val="16"/>
                            </w:rPr>
                            <w:t xml:space="preserve"> UNI EN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ISO 9001</w:t>
                          </w:r>
                          <w:r w:rsidR="00761419" w:rsidRPr="00761419">
                            <w:rPr>
                              <w:sz w:val="16"/>
                              <w:szCs w:val="16"/>
                            </w:rPr>
                            <w:t>:2015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B3FBA3" id="_x0000_s1029" type="#_x0000_t202" style="position:absolute;left:0;text-align:left;margin-left:-37.3pt;margin-top:13.1pt;width:150.85pt;height:19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" stroked="f">
              <v:textbox>
                <w:txbxContent>
                  <w:p w:rsidR="00761419" w:rsidRPr="00761419" w:rsidRDefault="007175F3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Azienda Certificata</w:t>
                    </w:r>
                    <w:r w:rsidR="00E23D6B">
                      <w:rPr>
                        <w:sz w:val="16"/>
                        <w:szCs w:val="16"/>
                      </w:rPr>
                      <w:t xml:space="preserve"> UNI EN</w:t>
                    </w:r>
                    <w:r>
                      <w:rPr>
                        <w:sz w:val="16"/>
                        <w:szCs w:val="16"/>
                      </w:rPr>
                      <w:t xml:space="preserve"> ISO 9001</w:t>
                    </w:r>
                    <w:r w:rsidR="00761419" w:rsidRPr="00761419">
                      <w:rPr>
                        <w:sz w:val="16"/>
                        <w:szCs w:val="16"/>
                      </w:rPr>
                      <w:t>:2015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z w:val="16"/>
        <w:szCs w:val="16"/>
      </w:rPr>
      <w:t xml:space="preserve"> </w:t>
    </w:r>
  </w:p>
  <w:p w:rsidR="00A821C4" w:rsidRDefault="00A821C4" w:rsidP="00A821C4">
    <w:pPr>
      <w:pStyle w:val="Pidipagina"/>
      <w:jc w:val="center"/>
      <w:rPr>
        <w:sz w:val="2"/>
        <w:szCs w:val="2"/>
      </w:rPr>
    </w:pPr>
  </w:p>
  <w:p w:rsidR="00A821C4" w:rsidRDefault="00A821C4" w:rsidP="00A821C4">
    <w:pPr>
      <w:pStyle w:val="Pidipagina"/>
      <w:jc w:val="center"/>
      <w:rPr>
        <w:sz w:val="2"/>
        <w:szCs w:val="2"/>
      </w:rPr>
    </w:pPr>
  </w:p>
  <w:p w:rsidR="00A821C4" w:rsidRDefault="00A821C4" w:rsidP="00A821C4">
    <w:pPr>
      <w:pStyle w:val="Pidipagina"/>
      <w:jc w:val="center"/>
      <w:rPr>
        <w:sz w:val="2"/>
        <w:szCs w:val="2"/>
      </w:rPr>
    </w:pPr>
  </w:p>
  <w:p w:rsidR="00A821C4" w:rsidRDefault="00A821C4" w:rsidP="00A821C4">
    <w:pPr>
      <w:pStyle w:val="Pidipagina"/>
      <w:jc w:val="center"/>
      <w:rPr>
        <w:sz w:val="2"/>
        <w:szCs w:val="2"/>
      </w:rPr>
    </w:pPr>
  </w:p>
  <w:p w:rsidR="00A821C4" w:rsidRPr="00A821C4" w:rsidRDefault="00A821C4" w:rsidP="00A821C4">
    <w:pPr>
      <w:pStyle w:val="Pidipagin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3DB" w:rsidRDefault="002323DB" w:rsidP="00C44E58">
      <w:pPr>
        <w:spacing w:after="0" w:line="240" w:lineRule="auto"/>
      </w:pPr>
      <w:r>
        <w:separator/>
      </w:r>
    </w:p>
  </w:footnote>
  <w:footnote w:type="continuationSeparator" w:id="0">
    <w:p w:rsidR="002323DB" w:rsidRDefault="002323DB" w:rsidP="00C4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58" w:rsidRDefault="00A33025" w:rsidP="00A33025">
    <w:pPr>
      <w:pStyle w:val="Intestazione"/>
      <w:ind w:left="426" w:hanging="426"/>
    </w:pPr>
    <w:r>
      <w:rPr>
        <w:noProof/>
        <w:lang w:eastAsia="it-IT"/>
      </w:rPr>
      <w:drawing>
        <wp:inline distT="0" distB="0" distL="0" distR="0" wp14:anchorId="10A83435" wp14:editId="1FE77FBE">
          <wp:extent cx="1381125" cy="968039"/>
          <wp:effectExtent l="0" t="0" r="0" b="381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MATTEO-LOGO-verticale-colore-regione-lombard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618" cy="9788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44E58" w:rsidRDefault="00C44E58" w:rsidP="00C44E58">
    <w:pPr>
      <w:pStyle w:val="Intestazione"/>
      <w:tabs>
        <w:tab w:val="clear" w:pos="4819"/>
        <w:tab w:val="clear" w:pos="9638"/>
        <w:tab w:val="left" w:pos="4140"/>
      </w:tabs>
    </w:pPr>
  </w:p>
  <w:p w:rsidR="00C44E58" w:rsidRPr="00C44E58" w:rsidRDefault="00C44E58" w:rsidP="00C44E5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962" w:rsidRDefault="00775648" w:rsidP="00BC6962">
    <w:pPr>
      <w:pStyle w:val="Intestazione"/>
      <w:ind w:left="426" w:hanging="426"/>
    </w:pPr>
    <w:r w:rsidRPr="002163FC">
      <w:rPr>
        <w:rFonts w:ascii="SF Old Republic" w:hAnsi="SF Old Republic"/>
        <w:noProof/>
        <w:sz w:val="20"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24C41EF9" wp14:editId="12E4EC7C">
              <wp:simplePos x="0" y="0"/>
              <wp:positionH relativeFrom="column">
                <wp:posOffset>2321560</wp:posOffset>
              </wp:positionH>
              <wp:positionV relativeFrom="paragraph">
                <wp:posOffset>77470</wp:posOffset>
              </wp:positionV>
              <wp:extent cx="3771900" cy="1723390"/>
              <wp:effectExtent l="0" t="0" r="0" b="0"/>
              <wp:wrapSquare wrapText="bothSides"/>
              <wp:docPr id="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1723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14B1B" w:rsidRDefault="00D14B1B" w:rsidP="00D14B1B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DIPARTIMENTO AMMINISTRATIVO</w:t>
                          </w:r>
                        </w:p>
                        <w:p w:rsidR="00884D1C" w:rsidRDefault="00B01F41" w:rsidP="00884D1C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Calibri"/>
                              <w:b/>
                              <w:sz w:val="18"/>
                              <w:szCs w:val="18"/>
                            </w:rPr>
                            <w:t>S.C. GESTIONE ACQUISTI (</w:t>
                          </w:r>
                          <w:r w:rsidR="00884D1C">
                            <w:rPr>
                              <w:rFonts w:cs="Calibri"/>
                              <w:b/>
                              <w:sz w:val="18"/>
                              <w:szCs w:val="18"/>
                            </w:rPr>
                            <w:t>PROVVEDITORATO‐ECONOMATO</w:t>
                          </w:r>
                          <w:r>
                            <w:rPr>
                              <w:rFonts w:cs="Calibri"/>
                              <w:b/>
                              <w:sz w:val="18"/>
                              <w:szCs w:val="18"/>
                            </w:rPr>
                            <w:t>)</w:t>
                          </w:r>
                          <w:r w:rsidR="00884D1C">
                            <w:rPr>
                              <w:sz w:val="18"/>
                              <w:szCs w:val="18"/>
                            </w:rPr>
                            <w:br/>
                          </w:r>
                          <w:r w:rsidR="00884D1C">
                            <w:rPr>
                              <w:sz w:val="18"/>
                              <w:szCs w:val="18"/>
                            </w:rPr>
                            <w:br/>
                            <w:t>Direttore</w:t>
                          </w:r>
                          <w:r w:rsidR="00884D1C">
                            <w:rPr>
                              <w:sz w:val="18"/>
                              <w:szCs w:val="18"/>
                            </w:rPr>
                            <w:br/>
                            <w:t xml:space="preserve">Dott.ssa Olivia Piccinini </w:t>
                          </w:r>
                        </w:p>
                        <w:p w:rsidR="00884D1C" w:rsidRDefault="00884D1C" w:rsidP="00884D1C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0382 503983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="00C66C1F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e-mail: </w: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o.piccinini@smatteo.pv.it</w:t>
                          </w:r>
                        </w:p>
                        <w:p w:rsidR="00484BA8" w:rsidRPr="003F43D3" w:rsidRDefault="00484BA8" w:rsidP="001802F3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C41E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182.8pt;margin-top:6.1pt;width:297pt;height:135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" stroked="f">
              <v:textbox>
                <w:txbxContent>
                  <w:p w:rsidR="00D14B1B" w:rsidRDefault="00D14B1B" w:rsidP="00D14B1B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DIPARTIMENTO AMMINISTRATIVO</w:t>
                    </w:r>
                  </w:p>
                  <w:p w:rsidR="00884D1C" w:rsidRDefault="00B01F41" w:rsidP="00884D1C">
                    <w:pPr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rFonts w:cs="Calibri"/>
                        <w:b/>
                        <w:sz w:val="18"/>
                        <w:szCs w:val="18"/>
                      </w:rPr>
                      <w:t>S.C. GESTIONE ACQUISTI (</w:t>
                    </w:r>
                    <w:r w:rsidR="00884D1C">
                      <w:rPr>
                        <w:rFonts w:cs="Calibri"/>
                        <w:b/>
                        <w:sz w:val="18"/>
                        <w:szCs w:val="18"/>
                      </w:rPr>
                      <w:t>PROVVEDITORATO‐ECONOMATO</w:t>
                    </w:r>
                    <w:r>
                      <w:rPr>
                        <w:rFonts w:cs="Calibri"/>
                        <w:b/>
                        <w:sz w:val="18"/>
                        <w:szCs w:val="18"/>
                      </w:rPr>
                      <w:t>)</w:t>
                    </w:r>
                    <w:r w:rsidR="00884D1C">
                      <w:rPr>
                        <w:sz w:val="18"/>
                        <w:szCs w:val="18"/>
                      </w:rPr>
                      <w:br/>
                    </w:r>
                    <w:r w:rsidR="00884D1C">
                      <w:rPr>
                        <w:sz w:val="18"/>
                        <w:szCs w:val="18"/>
                      </w:rPr>
                      <w:br/>
                      <w:t>Direttore</w:t>
                    </w:r>
                    <w:r w:rsidR="00884D1C">
                      <w:rPr>
                        <w:sz w:val="18"/>
                        <w:szCs w:val="18"/>
                      </w:rPr>
                      <w:br/>
                      <w:t xml:space="preserve">Dott.ssa Olivia Piccinini </w:t>
                    </w:r>
                  </w:p>
                  <w:p w:rsidR="00884D1C" w:rsidRDefault="00884D1C" w:rsidP="00884D1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Tel. 0382 503983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="00C66C1F">
                      <w:rPr>
                        <w:sz w:val="16"/>
                        <w:szCs w:val="16"/>
                        <w:lang w:val="en-US"/>
                      </w:rPr>
                      <w:t xml:space="preserve">e-mail: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o.piccinini@smatteo.pv.it</w:t>
                    </w:r>
                  </w:p>
                  <w:p w:rsidR="00484BA8" w:rsidRPr="003F43D3" w:rsidRDefault="00484BA8" w:rsidP="001802F3">
                    <w:pPr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BC6962">
      <w:rPr>
        <w:rFonts w:ascii="SF Old Republic" w:hAnsi="SF Old Republic"/>
        <w:noProof/>
        <w:sz w:val="20"/>
        <w:lang w:eastAsia="it-IT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0FDCCF" wp14:editId="7F96D4A0">
              <wp:simplePos x="0" y="0"/>
              <wp:positionH relativeFrom="column">
                <wp:posOffset>2156460</wp:posOffset>
              </wp:positionH>
              <wp:positionV relativeFrom="paragraph">
                <wp:posOffset>121920</wp:posOffset>
              </wp:positionV>
              <wp:extent cx="0" cy="1524000"/>
              <wp:effectExtent l="0" t="0" r="19050" b="19050"/>
              <wp:wrapNone/>
              <wp:docPr id="9" name="Connettore 1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52400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3FF516" id="Connettore 1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8pt,9.6pt" to="169.8pt,1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" strokecolor="#7f7f7f [1612]" strokeweight=".5pt">
              <v:stroke joinstyle="miter"/>
            </v:line>
          </w:pict>
        </mc:Fallback>
      </mc:AlternateContent>
    </w:r>
    <w:r w:rsidR="00BC6962">
      <w:rPr>
        <w:noProof/>
        <w:lang w:eastAsia="it-IT"/>
      </w:rPr>
      <w:drawing>
        <wp:inline distT="0" distB="0" distL="0" distR="0" wp14:anchorId="5867FFC0" wp14:editId="28CB4BE2">
          <wp:extent cx="1971675" cy="1381959"/>
          <wp:effectExtent l="0" t="0" r="0" b="8890"/>
          <wp:docPr id="192" name="Immagine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NMATTEO-LOGO-verticale-colore-regione-lombardi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2327" cy="138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64704" w:rsidRDefault="002647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45A"/>
    <w:multiLevelType w:val="hybridMultilevel"/>
    <w:tmpl w:val="81B806CC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1042653"/>
    <w:multiLevelType w:val="hybridMultilevel"/>
    <w:tmpl w:val="F70C429A"/>
    <w:lvl w:ilvl="0" w:tplc="F03492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54016"/>
    <w:multiLevelType w:val="hybridMultilevel"/>
    <w:tmpl w:val="8F0C4A62"/>
    <w:lvl w:ilvl="0" w:tplc="87A6897A">
      <w:start w:val="1"/>
      <w:numFmt w:val="bullet"/>
      <w:lvlText w:val="-"/>
      <w:lvlJc w:val="left"/>
      <w:pPr>
        <w:ind w:left="720" w:hanging="360"/>
      </w:pPr>
      <w:rPr>
        <w:rFonts w:ascii="Andalus" w:hAnsi="Andalu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C5359"/>
    <w:multiLevelType w:val="hybridMultilevel"/>
    <w:tmpl w:val="81B806CC"/>
    <w:lvl w:ilvl="0" w:tplc="0410000F">
      <w:start w:val="1"/>
      <w:numFmt w:val="decimal"/>
      <w:lvlText w:val="%1."/>
      <w:lvlJc w:val="left"/>
      <w:pPr>
        <w:ind w:left="927" w:hanging="360"/>
      </w:pPr>
    </w:lvl>
    <w:lvl w:ilvl="1" w:tplc="0410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5A4"/>
    <w:rsid w:val="00023000"/>
    <w:rsid w:val="00035B9D"/>
    <w:rsid w:val="0004777B"/>
    <w:rsid w:val="00073E91"/>
    <w:rsid w:val="00082E6D"/>
    <w:rsid w:val="00086C27"/>
    <w:rsid w:val="000C78E2"/>
    <w:rsid w:val="001026AC"/>
    <w:rsid w:val="00134C84"/>
    <w:rsid w:val="001609C7"/>
    <w:rsid w:val="001802F3"/>
    <w:rsid w:val="00206D6C"/>
    <w:rsid w:val="00206FF7"/>
    <w:rsid w:val="00217DCF"/>
    <w:rsid w:val="002323DB"/>
    <w:rsid w:val="00264704"/>
    <w:rsid w:val="00277442"/>
    <w:rsid w:val="0030004A"/>
    <w:rsid w:val="00313C95"/>
    <w:rsid w:val="003378E7"/>
    <w:rsid w:val="003D7EC1"/>
    <w:rsid w:val="003F3BF8"/>
    <w:rsid w:val="003F43D3"/>
    <w:rsid w:val="003F7E91"/>
    <w:rsid w:val="00400045"/>
    <w:rsid w:val="004137FF"/>
    <w:rsid w:val="00440AA7"/>
    <w:rsid w:val="00454176"/>
    <w:rsid w:val="00456278"/>
    <w:rsid w:val="00470CDF"/>
    <w:rsid w:val="00484BA8"/>
    <w:rsid w:val="00492D5F"/>
    <w:rsid w:val="004E3861"/>
    <w:rsid w:val="00516DA9"/>
    <w:rsid w:val="005234C1"/>
    <w:rsid w:val="00581BEA"/>
    <w:rsid w:val="005B4A03"/>
    <w:rsid w:val="005D0F10"/>
    <w:rsid w:val="00624893"/>
    <w:rsid w:val="00631720"/>
    <w:rsid w:val="00654591"/>
    <w:rsid w:val="006D2AE7"/>
    <w:rsid w:val="006E466B"/>
    <w:rsid w:val="006E6506"/>
    <w:rsid w:val="006F10A5"/>
    <w:rsid w:val="00715DFF"/>
    <w:rsid w:val="007175F3"/>
    <w:rsid w:val="00761419"/>
    <w:rsid w:val="00763239"/>
    <w:rsid w:val="00775648"/>
    <w:rsid w:val="00777C4D"/>
    <w:rsid w:val="007A42C2"/>
    <w:rsid w:val="007E2CD5"/>
    <w:rsid w:val="00883241"/>
    <w:rsid w:val="008840ED"/>
    <w:rsid w:val="00884D1C"/>
    <w:rsid w:val="008F381A"/>
    <w:rsid w:val="00915E1E"/>
    <w:rsid w:val="00954551"/>
    <w:rsid w:val="00986E2E"/>
    <w:rsid w:val="009A40F5"/>
    <w:rsid w:val="009B2FD2"/>
    <w:rsid w:val="009D18B9"/>
    <w:rsid w:val="00A02763"/>
    <w:rsid w:val="00A15A48"/>
    <w:rsid w:val="00A17354"/>
    <w:rsid w:val="00A31B5D"/>
    <w:rsid w:val="00A33025"/>
    <w:rsid w:val="00A821C4"/>
    <w:rsid w:val="00AC0A84"/>
    <w:rsid w:val="00AC7389"/>
    <w:rsid w:val="00AD2622"/>
    <w:rsid w:val="00B01F41"/>
    <w:rsid w:val="00B119F3"/>
    <w:rsid w:val="00B7091D"/>
    <w:rsid w:val="00B905A4"/>
    <w:rsid w:val="00BA4243"/>
    <w:rsid w:val="00BB0BE2"/>
    <w:rsid w:val="00BB6582"/>
    <w:rsid w:val="00BC6962"/>
    <w:rsid w:val="00C1260F"/>
    <w:rsid w:val="00C135DD"/>
    <w:rsid w:val="00C30DAC"/>
    <w:rsid w:val="00C402AE"/>
    <w:rsid w:val="00C44E58"/>
    <w:rsid w:val="00C66C1F"/>
    <w:rsid w:val="00C80E0B"/>
    <w:rsid w:val="00C85BF1"/>
    <w:rsid w:val="00D12141"/>
    <w:rsid w:val="00D137AE"/>
    <w:rsid w:val="00D14B1B"/>
    <w:rsid w:val="00D33C5D"/>
    <w:rsid w:val="00DA1249"/>
    <w:rsid w:val="00DA2F76"/>
    <w:rsid w:val="00DD6B6A"/>
    <w:rsid w:val="00DE091E"/>
    <w:rsid w:val="00E23D6B"/>
    <w:rsid w:val="00E35740"/>
    <w:rsid w:val="00F05526"/>
    <w:rsid w:val="00F652A7"/>
    <w:rsid w:val="00FB73D3"/>
    <w:rsid w:val="00FD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5EB9D"/>
  <w15:chartTrackingRefBased/>
  <w15:docId w15:val="{7515E3BB-FCBC-4EF8-9739-8F0537BB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091D"/>
    <w:pPr>
      <w:spacing w:line="25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6E6506"/>
    <w:pPr>
      <w:keepNext/>
      <w:spacing w:after="0" w:line="360" w:lineRule="auto"/>
      <w:jc w:val="both"/>
      <w:outlineLvl w:val="1"/>
    </w:pPr>
    <w:rPr>
      <w:rFonts w:ascii="Arial" w:eastAsia="Times New Roman" w:hAnsi="Arial"/>
      <w:sz w:val="24"/>
      <w:szCs w:val="20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4E5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4E58"/>
  </w:style>
  <w:style w:type="paragraph" w:styleId="Pidipagina">
    <w:name w:val="footer"/>
    <w:basedOn w:val="Normale"/>
    <w:link w:val="PidipaginaCarattere"/>
    <w:uiPriority w:val="99"/>
    <w:unhideWhenUsed/>
    <w:rsid w:val="00C44E58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4E58"/>
  </w:style>
  <w:style w:type="character" w:styleId="Collegamentoipertestuale">
    <w:name w:val="Hyperlink"/>
    <w:basedOn w:val="Carpredefinitoparagrafo"/>
    <w:uiPriority w:val="99"/>
    <w:unhideWhenUsed/>
    <w:rsid w:val="00C85BF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64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402A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Titolo2Carattere">
    <w:name w:val="Titolo 2 Carattere"/>
    <w:basedOn w:val="Carpredefinitoparagrafo"/>
    <w:link w:val="Titolo2"/>
    <w:semiHidden/>
    <w:rsid w:val="006E6506"/>
    <w:rPr>
      <w:rFonts w:ascii="Arial" w:eastAsia="Times New Roman" w:hAnsi="Arial" w:cs="Times New Roman"/>
      <w:sz w:val="24"/>
      <w:szCs w:val="20"/>
      <w:u w:val="single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6E6506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6E6506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unhideWhenUsed/>
    <w:rsid w:val="006E650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6E6506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matteo.org" TargetMode="External"/><Relationship Id="rId1" Type="http://schemas.openxmlformats.org/officeDocument/2006/relationships/hyperlink" Target="http://www.sanmatte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urti\Documents\Nuova%20CARTA%20INTESTATA\CARTA%20SELEZIONATA\DIR%20AMM%20MODELLO%20WORD%20prima%20e%20successiv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DIR AMM MODELLO WORD prima e successive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Urti Antonio</dc:creator>
  <cp:keywords/>
  <dc:description/>
  <cp:lastModifiedBy>Barbieri Matteo</cp:lastModifiedBy>
  <cp:revision>3</cp:revision>
  <cp:lastPrinted>2024-12-24T08:33:00Z</cp:lastPrinted>
  <dcterms:created xsi:type="dcterms:W3CDTF">2024-12-24T09:08:00Z</dcterms:created>
  <dcterms:modified xsi:type="dcterms:W3CDTF">2024-12-24T09:10:00Z</dcterms:modified>
</cp:coreProperties>
</file>